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C53C" w14:textId="77777777" w:rsidR="00027359" w:rsidRDefault="00997F14" w:rsidP="00027359">
      <w:pPr>
        <w:spacing w:line="240" w:lineRule="auto"/>
        <w:jc w:val="right"/>
        <w:rPr>
          <w:rFonts w:ascii="Corbel" w:hAnsi="Corbel"/>
          <w:bCs/>
          <w:i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027359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41208E53" w14:textId="77777777" w:rsidR="00027359" w:rsidRDefault="00027359" w:rsidP="00027359">
      <w:pPr>
        <w:spacing w:after="0" w:line="240" w:lineRule="auto"/>
        <w:jc w:val="center"/>
        <w:rPr>
          <w:rFonts w:ascii="Corbel" w:hAnsi="Corbel" w:cs="Arial Unicode MS"/>
          <w:b/>
          <w:smallCaps/>
          <w:color w:val="00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900E5FD" w14:textId="77777777" w:rsidR="00027359" w:rsidRDefault="00027359" w:rsidP="0002735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5283DA99" w14:textId="77777777" w:rsidR="00027359" w:rsidRDefault="00027359" w:rsidP="0002735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766088F" w14:textId="77777777" w:rsidR="00027359" w:rsidRDefault="00027359" w:rsidP="0002735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2024/2025</w:t>
      </w:r>
    </w:p>
    <w:p w14:paraId="10631BC9" w14:textId="77777777" w:rsidR="00027359" w:rsidRDefault="00027359" w:rsidP="00027359">
      <w:pPr>
        <w:spacing w:after="0" w:line="240" w:lineRule="auto"/>
        <w:rPr>
          <w:rFonts w:ascii="Corbel" w:hAnsi="Corbel"/>
          <w:sz w:val="24"/>
          <w:szCs w:val="24"/>
        </w:rPr>
      </w:pPr>
    </w:p>
    <w:p w14:paraId="452DAC96" w14:textId="77777777" w:rsidR="00027359" w:rsidRDefault="00027359" w:rsidP="0002735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27359" w14:paraId="4E07F917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C3AC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5469" w14:textId="18F11EFD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27359">
              <w:rPr>
                <w:rFonts w:ascii="Corbel" w:hAnsi="Corbel"/>
                <w:sz w:val="22"/>
              </w:rPr>
              <w:t>Panel pism procesowych – Prawo rodzinne</w:t>
            </w:r>
          </w:p>
        </w:tc>
      </w:tr>
      <w:tr w:rsidR="00027359" w14:paraId="43791482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C2FF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69BB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27359" w14:paraId="1F10CE0D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9672" w14:textId="77777777" w:rsidR="00027359" w:rsidRDefault="000273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5761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027359" w14:paraId="50690004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89D5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AAAA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027359" w14:paraId="445AF531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857F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567F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27359" w14:paraId="14C747DB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D3556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0A99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27359" w14:paraId="36E64FDF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5FD8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BFA8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27359" w14:paraId="29BFCE99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EE8F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C7E7" w14:textId="68AE0E7D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27359" w14:paraId="0C598352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89CA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EBCA" w14:textId="40A9061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10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027359" w14:paraId="13C98881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9995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DD32" w14:textId="3D1B1285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027359" w14:paraId="483EB651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7F53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716B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27359" w14:paraId="27581ED6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0DDB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4885" w14:textId="77777777" w:rsidR="00027359" w:rsidRDefault="000273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027359" w14:paraId="21C9F676" w14:textId="77777777" w:rsidTr="0002735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CFC8" w14:textId="77777777" w:rsidR="00027359" w:rsidRDefault="000273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2EA4" w14:textId="77777777" w:rsidR="00027359" w:rsidRDefault="0002735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2841139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99A8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D0E1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7712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E4E7E1" w14:textId="77777777" w:rsidTr="00CC7F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62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11A68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8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03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65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49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B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CB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46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B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81FB4D" w14:textId="77777777" w:rsidTr="00CC7F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396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1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F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B23D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B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07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B0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BA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D2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AA25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AA7AB3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60813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4A478B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A75F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FB77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12F3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16738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A5C22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68D3B4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7CB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9059F8" w14:textId="77777777" w:rsidTr="00745302">
        <w:tc>
          <w:tcPr>
            <w:tcW w:w="9670" w:type="dxa"/>
          </w:tcPr>
          <w:p w14:paraId="68BFED4C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rodzinnego</w:t>
            </w:r>
          </w:p>
          <w:p w14:paraId="25FF5C12" w14:textId="77777777" w:rsidR="00543DF2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  <w:p w14:paraId="507BE1C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BD843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140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5B0B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335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A76B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506665B" w14:textId="77777777" w:rsidTr="00923D7D">
        <w:tc>
          <w:tcPr>
            <w:tcW w:w="851" w:type="dxa"/>
            <w:vAlign w:val="center"/>
          </w:tcPr>
          <w:p w14:paraId="62C37DA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0B89A5C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prawa rodzinnego</w:t>
            </w:r>
          </w:p>
        </w:tc>
      </w:tr>
      <w:tr w:rsidR="0085747A" w:rsidRPr="009C54AE" w14:paraId="6F3F2B30" w14:textId="77777777" w:rsidTr="00923D7D">
        <w:tc>
          <w:tcPr>
            <w:tcW w:w="851" w:type="dxa"/>
            <w:vAlign w:val="center"/>
          </w:tcPr>
          <w:p w14:paraId="21918DF9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05163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2FF5A24C" w14:textId="77777777" w:rsidTr="00923D7D">
        <w:tc>
          <w:tcPr>
            <w:tcW w:w="851" w:type="dxa"/>
            <w:vAlign w:val="center"/>
          </w:tcPr>
          <w:p w14:paraId="6568C3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27ABC5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pisania pism procesowych z zakresu prawa rodzinnego</w:t>
            </w:r>
          </w:p>
        </w:tc>
      </w:tr>
    </w:tbl>
    <w:p w14:paraId="7D600F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575E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8C8D8B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D56126" w14:textId="77777777" w:rsidTr="0071620A">
        <w:tc>
          <w:tcPr>
            <w:tcW w:w="1701" w:type="dxa"/>
            <w:vAlign w:val="center"/>
          </w:tcPr>
          <w:p w14:paraId="3C2DB3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4C0D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0C190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3BCE58E7" w14:textId="77777777" w:rsidTr="005E6E85">
        <w:tc>
          <w:tcPr>
            <w:tcW w:w="1701" w:type="dxa"/>
          </w:tcPr>
          <w:p w14:paraId="00FCDCA7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7FA9B114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6474C080" w14:textId="77777777">
              <w:trPr>
                <w:trHeight w:val="1145"/>
              </w:trPr>
              <w:tc>
                <w:tcPr>
                  <w:tcW w:w="0" w:type="auto"/>
                </w:tcPr>
                <w:p w14:paraId="2BFB583C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E09CC0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8E45CF2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54B114E5" w14:textId="77777777" w:rsidTr="005E6E85">
        <w:tc>
          <w:tcPr>
            <w:tcW w:w="1701" w:type="dxa"/>
          </w:tcPr>
          <w:p w14:paraId="7635571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775B81B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14C01B72" w14:textId="77777777">
              <w:trPr>
                <w:trHeight w:val="120"/>
              </w:trPr>
              <w:tc>
                <w:tcPr>
                  <w:tcW w:w="0" w:type="auto"/>
                </w:tcPr>
                <w:p w14:paraId="0C8B703F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5C5DC7A0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8E9A17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5E4C6F3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24AC8424" w14:textId="77777777" w:rsidTr="005E6E85">
        <w:tc>
          <w:tcPr>
            <w:tcW w:w="1701" w:type="dxa"/>
          </w:tcPr>
          <w:p w14:paraId="287B6D0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2211BB1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48CF7544" w14:textId="77777777">
              <w:trPr>
                <w:trHeight w:val="412"/>
              </w:trPr>
              <w:tc>
                <w:tcPr>
                  <w:tcW w:w="0" w:type="auto"/>
                </w:tcPr>
                <w:p w14:paraId="1D42771C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19E03149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9D290F0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E0F1BDA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0C0BB332" w14:textId="77777777" w:rsidTr="005E6E85">
        <w:tc>
          <w:tcPr>
            <w:tcW w:w="1701" w:type="dxa"/>
          </w:tcPr>
          <w:p w14:paraId="09561BF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477C9A9E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124473D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671CF42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CCEFEA4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607ADA58" w14:textId="77777777" w:rsidTr="005E6E85">
        <w:tc>
          <w:tcPr>
            <w:tcW w:w="1701" w:type="dxa"/>
          </w:tcPr>
          <w:p w14:paraId="37E641E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177C2D37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11DF6416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20F4FF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77AC67C7" w14:textId="77777777" w:rsidTr="005E6E85">
        <w:tc>
          <w:tcPr>
            <w:tcW w:w="1701" w:type="dxa"/>
          </w:tcPr>
          <w:p w14:paraId="64173D3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6A94E36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6CE5315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FA2127F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64FE59BF" w14:textId="77777777" w:rsidTr="005E6E85">
        <w:tc>
          <w:tcPr>
            <w:tcW w:w="1701" w:type="dxa"/>
          </w:tcPr>
          <w:p w14:paraId="2C162EB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14:paraId="6A0BBC6F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F48DBDE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Zna i rozumie metody badawcze i narzędzia opisu, w tym techniki pozyskiwania danych właściwe dla nauk </w:t>
            </w:r>
            <w:r w:rsidRPr="001C44B9">
              <w:rPr>
                <w:rFonts w:ascii="Corbel" w:hAnsi="Corbel"/>
              </w:rPr>
              <w:lastRenderedPageBreak/>
              <w:t>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0927C2EC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556D8118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14:paraId="77BE2BAA" w14:textId="77777777" w:rsidTr="005E6E85">
        <w:tc>
          <w:tcPr>
            <w:tcW w:w="1701" w:type="dxa"/>
          </w:tcPr>
          <w:p w14:paraId="0CC5E10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1E56D84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04B41CF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CC835A1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7AF24299" w14:textId="77777777" w:rsidTr="005E6E85">
        <w:tc>
          <w:tcPr>
            <w:tcW w:w="1701" w:type="dxa"/>
          </w:tcPr>
          <w:p w14:paraId="559E123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2C2DB2C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702F69B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5F8200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38503ADC" w14:textId="77777777" w:rsidTr="005E6E85">
        <w:tc>
          <w:tcPr>
            <w:tcW w:w="1701" w:type="dxa"/>
          </w:tcPr>
          <w:p w14:paraId="3AF1EA6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6DBA7750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2580289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0A2958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78EECE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E66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25F0B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033F6C7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59AF2F" w14:textId="77777777" w:rsidTr="00923D7D">
        <w:tc>
          <w:tcPr>
            <w:tcW w:w="9639" w:type="dxa"/>
          </w:tcPr>
          <w:p w14:paraId="3331FA3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8E2290F" w14:textId="77777777" w:rsidTr="00923D7D">
        <w:tc>
          <w:tcPr>
            <w:tcW w:w="9639" w:type="dxa"/>
          </w:tcPr>
          <w:p w14:paraId="4EA27152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78AAD153" w14:textId="77777777" w:rsidTr="00923D7D">
        <w:tc>
          <w:tcPr>
            <w:tcW w:w="9639" w:type="dxa"/>
          </w:tcPr>
          <w:p w14:paraId="274E0F3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rozwód w oparciu o dyskusję</w:t>
            </w:r>
          </w:p>
        </w:tc>
      </w:tr>
      <w:tr w:rsidR="00C10360" w:rsidRPr="009C54AE" w14:paraId="01B9D0F3" w14:textId="77777777" w:rsidTr="00923D7D">
        <w:tc>
          <w:tcPr>
            <w:tcW w:w="9639" w:type="dxa"/>
          </w:tcPr>
          <w:p w14:paraId="4C2D524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podział majątku wspólnego w oparciu o dyskusję</w:t>
            </w:r>
          </w:p>
        </w:tc>
      </w:tr>
      <w:tr w:rsidR="00C10360" w:rsidRPr="009C54AE" w14:paraId="00283244" w14:textId="77777777" w:rsidTr="00923D7D">
        <w:tc>
          <w:tcPr>
            <w:tcW w:w="9639" w:type="dxa"/>
          </w:tcPr>
          <w:p w14:paraId="5091B06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ustalenie ojcostwa w oparciu o dyskusję</w:t>
            </w:r>
          </w:p>
        </w:tc>
      </w:tr>
      <w:tr w:rsidR="00C10360" w:rsidRPr="009C54AE" w14:paraId="71B8D7C3" w14:textId="77777777" w:rsidTr="00923D7D">
        <w:tc>
          <w:tcPr>
            <w:tcW w:w="9639" w:type="dxa"/>
          </w:tcPr>
          <w:p w14:paraId="211D079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zaprzeczenie ojcostwa w oparciu o dyskusję</w:t>
            </w:r>
          </w:p>
        </w:tc>
      </w:tr>
      <w:tr w:rsidR="00C10360" w:rsidRPr="009C54AE" w14:paraId="7409A6A8" w14:textId="77777777" w:rsidTr="00923D7D">
        <w:tc>
          <w:tcPr>
            <w:tcW w:w="9639" w:type="dxa"/>
          </w:tcPr>
          <w:p w14:paraId="5B3A4CFF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ograniczenie władzy rodzicielskiej  </w:t>
            </w:r>
          </w:p>
          <w:p w14:paraId="66A8C7E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03A4FD3A" w14:textId="77777777" w:rsidTr="00923D7D">
        <w:tc>
          <w:tcPr>
            <w:tcW w:w="9639" w:type="dxa"/>
          </w:tcPr>
          <w:p w14:paraId="314B6EA6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wniosek o pozbawienie władzy rodzicielskiej </w:t>
            </w:r>
          </w:p>
          <w:p w14:paraId="35E09445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2946FA10" w14:textId="77777777" w:rsidTr="00923D7D">
        <w:tc>
          <w:tcPr>
            <w:tcW w:w="9639" w:type="dxa"/>
          </w:tcPr>
          <w:p w14:paraId="6B934B98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ustalenie kontaktów z dzieckiem oraz wniosku </w:t>
            </w:r>
          </w:p>
          <w:p w14:paraId="0CC808E6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zagrożenie nakazaniem zapłaty sumy pieniężnej za niewykonanie obowiązków </w:t>
            </w:r>
          </w:p>
          <w:p w14:paraId="710A0AA3" w14:textId="77777777" w:rsidR="00C10360" w:rsidRPr="00E73581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wynikających z orzeczenia w przedmiocie kontaktów z dzieckiem w oparciu o dyskusję</w:t>
            </w:r>
          </w:p>
        </w:tc>
      </w:tr>
      <w:tr w:rsidR="00C10360" w:rsidRPr="009C54AE" w14:paraId="087883CB" w14:textId="77777777" w:rsidTr="00923D7D">
        <w:tc>
          <w:tcPr>
            <w:tcW w:w="9639" w:type="dxa"/>
          </w:tcPr>
          <w:p w14:paraId="22F4128E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przysposobienie w oparciu o dyskusję</w:t>
            </w:r>
          </w:p>
        </w:tc>
      </w:tr>
      <w:tr w:rsidR="00C10360" w:rsidRPr="009C54AE" w14:paraId="3AF4CE4C" w14:textId="77777777" w:rsidTr="00923D7D">
        <w:tc>
          <w:tcPr>
            <w:tcW w:w="9639" w:type="dxa"/>
          </w:tcPr>
          <w:p w14:paraId="1264AAB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alimenty w oparciu o dyskusję</w:t>
            </w:r>
          </w:p>
        </w:tc>
      </w:tr>
      <w:tr w:rsidR="00C10360" w:rsidRPr="009C54AE" w14:paraId="68BC7368" w14:textId="77777777" w:rsidTr="00923D7D">
        <w:tc>
          <w:tcPr>
            <w:tcW w:w="9639" w:type="dxa"/>
          </w:tcPr>
          <w:p w14:paraId="5C9B0177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ustanowienie adwokata lub radcy prawnego</w:t>
            </w:r>
          </w:p>
          <w:p w14:paraId="4194137D" w14:textId="77777777" w:rsidR="00C10360" w:rsidRPr="00A45A81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58D88C06" w14:textId="77777777" w:rsidTr="00923D7D">
        <w:tc>
          <w:tcPr>
            <w:tcW w:w="9639" w:type="dxa"/>
          </w:tcPr>
          <w:p w14:paraId="20A4442F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majątkowej małżeńskiej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12103969" w14:textId="77777777" w:rsidTr="00923D7D">
        <w:tc>
          <w:tcPr>
            <w:tcW w:w="9639" w:type="dxa"/>
          </w:tcPr>
          <w:p w14:paraId="0680B0ED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>apelacji w sprawie rozwodowej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E73581" w:rsidRPr="009C54AE" w14:paraId="628469BA" w14:textId="77777777" w:rsidTr="00923D7D">
        <w:tc>
          <w:tcPr>
            <w:tcW w:w="9639" w:type="dxa"/>
          </w:tcPr>
          <w:p w14:paraId="1377254C" w14:textId="77777777" w:rsidR="00C10360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w sprawie o zaprzeczenie ojcostwa </w:t>
            </w:r>
          </w:p>
          <w:p w14:paraId="5CDE9845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7B5CBFD3" w14:textId="77777777" w:rsidTr="00923D7D">
        <w:tc>
          <w:tcPr>
            <w:tcW w:w="9639" w:type="dxa"/>
          </w:tcPr>
          <w:p w14:paraId="0CD8FC89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3037FA5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8C8D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1333A1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47C3563E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BECB6B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5A8A3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B072A3" w14:textId="338EBB56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2ADE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A8096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7DBA3E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33688A30" w14:textId="77777777" w:rsidTr="00E439BC">
        <w:tc>
          <w:tcPr>
            <w:tcW w:w="1695" w:type="dxa"/>
            <w:vAlign w:val="center"/>
          </w:tcPr>
          <w:p w14:paraId="2A5E9FBC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0B22C684" w14:textId="1AC296B0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502679EA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6F1FD62E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0A6D4081" w14:textId="77777777" w:rsidTr="00E439BC">
        <w:tc>
          <w:tcPr>
            <w:tcW w:w="1695" w:type="dxa"/>
          </w:tcPr>
          <w:p w14:paraId="4C8A276F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6B17988D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6C84263E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0344412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24BC17C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EE8220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7FAF2C5" w14:textId="77777777" w:rsidTr="00E439BC">
        <w:tc>
          <w:tcPr>
            <w:tcW w:w="1695" w:type="dxa"/>
          </w:tcPr>
          <w:p w14:paraId="1C505AE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51BCE334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552B023C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56652911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01E54F9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E01A25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4FBE060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7B5C941" w14:textId="77777777" w:rsidTr="00E439BC">
        <w:tc>
          <w:tcPr>
            <w:tcW w:w="1695" w:type="dxa"/>
          </w:tcPr>
          <w:p w14:paraId="0140457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19B4934F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46C5BA3C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3F840B54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47B35B63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A865E6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FE0374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3A041F1" w14:textId="77777777" w:rsidTr="00E439BC">
        <w:tc>
          <w:tcPr>
            <w:tcW w:w="1695" w:type="dxa"/>
          </w:tcPr>
          <w:p w14:paraId="73F6A57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5835D04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384AAF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05986383" w14:textId="77777777" w:rsidTr="00E439BC">
        <w:tc>
          <w:tcPr>
            <w:tcW w:w="1695" w:type="dxa"/>
          </w:tcPr>
          <w:p w14:paraId="260E7D7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14EFF99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54650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6308323" w14:textId="77777777" w:rsidTr="00E439BC">
        <w:tc>
          <w:tcPr>
            <w:tcW w:w="1695" w:type="dxa"/>
          </w:tcPr>
          <w:p w14:paraId="422E416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0390CC3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4F716B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E4A289D" w14:textId="77777777" w:rsidTr="00E439BC">
        <w:tc>
          <w:tcPr>
            <w:tcW w:w="1695" w:type="dxa"/>
          </w:tcPr>
          <w:p w14:paraId="3E23C92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7DE9C01A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B7B8FD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D1029E9" w14:textId="77777777" w:rsidTr="00E439BC">
        <w:tc>
          <w:tcPr>
            <w:tcW w:w="1695" w:type="dxa"/>
          </w:tcPr>
          <w:p w14:paraId="1E04CC0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3913FCD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4ED784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1A15863" w14:textId="77777777" w:rsidTr="00E439BC">
        <w:tc>
          <w:tcPr>
            <w:tcW w:w="1695" w:type="dxa"/>
          </w:tcPr>
          <w:p w14:paraId="3024A88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09616D6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79AECAA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6ABFE0C7" w14:textId="77777777" w:rsidTr="00E439BC">
        <w:tc>
          <w:tcPr>
            <w:tcW w:w="1695" w:type="dxa"/>
          </w:tcPr>
          <w:p w14:paraId="65C8A13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5CDD66E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34C0FD3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E1F2768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796F2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D76A7D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395412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6F49AE0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AA2EA3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A6BDC6" w14:textId="40E6507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CB1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1D1721" w14:textId="77777777" w:rsidTr="00923D7D">
        <w:tc>
          <w:tcPr>
            <w:tcW w:w="9670" w:type="dxa"/>
          </w:tcPr>
          <w:p w14:paraId="6B256192" w14:textId="41CC06A5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3B0CF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0720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8332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D96FB" w14:textId="77777777" w:rsidTr="003E1941">
        <w:tc>
          <w:tcPr>
            <w:tcW w:w="4962" w:type="dxa"/>
            <w:vAlign w:val="center"/>
          </w:tcPr>
          <w:p w14:paraId="003D44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7C17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9CC9EE" w14:textId="77777777" w:rsidTr="00923D7D">
        <w:tc>
          <w:tcPr>
            <w:tcW w:w="4962" w:type="dxa"/>
          </w:tcPr>
          <w:p w14:paraId="2AE5FF11" w14:textId="7A167BA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E663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76E785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E43E50" w14:textId="77777777" w:rsidTr="00923D7D">
        <w:tc>
          <w:tcPr>
            <w:tcW w:w="4962" w:type="dxa"/>
          </w:tcPr>
          <w:p w14:paraId="49FBAF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7977E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D0F8C3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23936D" w14:textId="77777777" w:rsidTr="00923D7D">
        <w:tc>
          <w:tcPr>
            <w:tcW w:w="4962" w:type="dxa"/>
          </w:tcPr>
          <w:p w14:paraId="1F37450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5EE4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7E1620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2CDE5989" w14:textId="77777777" w:rsidTr="00923D7D">
        <w:tc>
          <w:tcPr>
            <w:tcW w:w="4962" w:type="dxa"/>
          </w:tcPr>
          <w:p w14:paraId="58DBB9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6B3BB6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5249ED" w14:textId="77777777" w:rsidTr="00923D7D">
        <w:tc>
          <w:tcPr>
            <w:tcW w:w="4962" w:type="dxa"/>
          </w:tcPr>
          <w:p w14:paraId="691D9A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CBCBB2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7EACF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36C3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EDB15" w14:textId="5D8E36D4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5279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3F8A74" w14:textId="77777777" w:rsidTr="0071620A">
        <w:trPr>
          <w:trHeight w:val="397"/>
        </w:trPr>
        <w:tc>
          <w:tcPr>
            <w:tcW w:w="3544" w:type="dxa"/>
          </w:tcPr>
          <w:p w14:paraId="1AD074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21EAF5" w14:textId="2D9D6183" w:rsidR="0085747A" w:rsidRPr="009C54AE" w:rsidRDefault="00CC7F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2C8C31D" w14:textId="77777777" w:rsidTr="0071620A">
        <w:trPr>
          <w:trHeight w:val="397"/>
        </w:trPr>
        <w:tc>
          <w:tcPr>
            <w:tcW w:w="3544" w:type="dxa"/>
          </w:tcPr>
          <w:p w14:paraId="2AAF48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1FCB7" w14:textId="5D44DCD5" w:rsidR="0085747A" w:rsidRPr="009C54AE" w:rsidRDefault="00CC7F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F1DF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0417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7BCE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2EECF2" w14:textId="77777777" w:rsidTr="0071620A">
        <w:trPr>
          <w:trHeight w:val="397"/>
        </w:trPr>
        <w:tc>
          <w:tcPr>
            <w:tcW w:w="7513" w:type="dxa"/>
          </w:tcPr>
          <w:p w14:paraId="249C39D0" w14:textId="35D8AD9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7F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898939" w14:textId="77777777" w:rsidR="00CC7F7B" w:rsidRPr="00CC7F7B" w:rsidRDefault="00CC7F7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862B4C9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131A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039DCA36" w14:textId="77777777" w:rsidR="00E57EDB" w:rsidRDefault="00527ECC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Haak, A. Haak-Trzuskawska,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0A477C79" w14:textId="77777777" w:rsidR="008431A0" w:rsidRDefault="008431A0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Hetman-Krajewska, </w:t>
            </w:r>
            <w:r w:rsidRPr="0073069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Rozwód i separacja. Wzory pism z komentarzem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737EF702" w14:textId="77777777" w:rsidR="008431A0" w:rsidRDefault="008431A0" w:rsidP="008431A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1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Hetman-Krajewska, </w:t>
            </w:r>
            <w:r w:rsidRPr="0073069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Alimenty. Wzory pism z komentarzem</w:t>
            </w:r>
            <w:r w:rsidRPr="008431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1DBE3CCB" w14:textId="6A1F6611" w:rsidR="008431A0" w:rsidRPr="008431A0" w:rsidRDefault="008431A0" w:rsidP="008431A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Hetman-Krajewska, </w:t>
            </w:r>
            <w:r w:rsidRPr="0073069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Kontakty z dzieckiem. Wzory pism z komentarzem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</w:t>
            </w:r>
          </w:p>
        </w:tc>
      </w:tr>
      <w:tr w:rsidR="0085747A" w:rsidRPr="009C54AE" w14:paraId="2159A0CC" w14:textId="77777777" w:rsidTr="0071620A">
        <w:trPr>
          <w:trHeight w:val="397"/>
        </w:trPr>
        <w:tc>
          <w:tcPr>
            <w:tcW w:w="7513" w:type="dxa"/>
          </w:tcPr>
          <w:p w14:paraId="7144D867" w14:textId="3B622F1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7F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0B567F6" w14:textId="77777777" w:rsidR="00CC7F7B" w:rsidRPr="00CC7F7B" w:rsidRDefault="00CC7F7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92ED51C" w14:textId="77777777" w:rsid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K. Osajda, Warszawa 2020</w:t>
            </w:r>
          </w:p>
          <w:p w14:paraId="14B29061" w14:textId="77777777" w:rsidR="00527ECC" w:rsidRP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Pietrzykowski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</w:tc>
      </w:tr>
    </w:tbl>
    <w:p w14:paraId="067A77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6FE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4E98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DBED" w14:textId="77777777" w:rsidR="004F16B9" w:rsidRDefault="004F16B9" w:rsidP="00C16ABF">
      <w:pPr>
        <w:spacing w:after="0" w:line="240" w:lineRule="auto"/>
      </w:pPr>
      <w:r>
        <w:separator/>
      </w:r>
    </w:p>
  </w:endnote>
  <w:endnote w:type="continuationSeparator" w:id="0">
    <w:p w14:paraId="6DB4085D" w14:textId="77777777" w:rsidR="004F16B9" w:rsidRDefault="004F16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6B329" w14:textId="77777777" w:rsidR="004F16B9" w:rsidRDefault="004F16B9" w:rsidP="00C16ABF">
      <w:pPr>
        <w:spacing w:after="0" w:line="240" w:lineRule="auto"/>
      </w:pPr>
      <w:r>
        <w:separator/>
      </w:r>
    </w:p>
  </w:footnote>
  <w:footnote w:type="continuationSeparator" w:id="0">
    <w:p w14:paraId="6A008CA3" w14:textId="77777777" w:rsidR="004F16B9" w:rsidRDefault="004F16B9" w:rsidP="00C16ABF">
      <w:pPr>
        <w:spacing w:after="0" w:line="240" w:lineRule="auto"/>
      </w:pPr>
      <w:r>
        <w:continuationSeparator/>
      </w:r>
    </w:p>
  </w:footnote>
  <w:footnote w:id="1">
    <w:p w14:paraId="6FE3EE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780">
    <w:abstractNumId w:val="0"/>
  </w:num>
  <w:num w:numId="2" w16cid:durableId="1418476767">
    <w:abstractNumId w:val="2"/>
  </w:num>
  <w:num w:numId="3" w16cid:durableId="15080614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C3F"/>
    <w:rsid w:val="0002735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A8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329A"/>
    <w:rsid w:val="002144C0"/>
    <w:rsid w:val="0022477D"/>
    <w:rsid w:val="002278A9"/>
    <w:rsid w:val="002336F9"/>
    <w:rsid w:val="0024028F"/>
    <w:rsid w:val="00244ABC"/>
    <w:rsid w:val="00270D96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047"/>
    <w:rsid w:val="00414E3C"/>
    <w:rsid w:val="0042244A"/>
    <w:rsid w:val="0042745A"/>
    <w:rsid w:val="00431D5C"/>
    <w:rsid w:val="004362C6"/>
    <w:rsid w:val="00437FA2"/>
    <w:rsid w:val="004422EF"/>
    <w:rsid w:val="00445970"/>
    <w:rsid w:val="00461EFC"/>
    <w:rsid w:val="004652C2"/>
    <w:rsid w:val="004700B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6B9"/>
    <w:rsid w:val="004F55A3"/>
    <w:rsid w:val="0050496F"/>
    <w:rsid w:val="00513B6F"/>
    <w:rsid w:val="00517C63"/>
    <w:rsid w:val="00527ECC"/>
    <w:rsid w:val="005363C4"/>
    <w:rsid w:val="00536BDE"/>
    <w:rsid w:val="005378AA"/>
    <w:rsid w:val="00540C54"/>
    <w:rsid w:val="00543ACC"/>
    <w:rsid w:val="00543DF2"/>
    <w:rsid w:val="0056696D"/>
    <w:rsid w:val="005679F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69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1A0"/>
    <w:rsid w:val="008449B3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3FB"/>
    <w:rsid w:val="008F6E29"/>
    <w:rsid w:val="00916188"/>
    <w:rsid w:val="00923D7D"/>
    <w:rsid w:val="009508DF"/>
    <w:rsid w:val="00950DAC"/>
    <w:rsid w:val="00954A07"/>
    <w:rsid w:val="0096797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2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F2C41"/>
    <w:rsid w:val="00C058B4"/>
    <w:rsid w:val="00C05F44"/>
    <w:rsid w:val="00C1036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F09"/>
    <w:rsid w:val="00C94B98"/>
    <w:rsid w:val="00CA2B96"/>
    <w:rsid w:val="00CA5089"/>
    <w:rsid w:val="00CC7F7B"/>
    <w:rsid w:val="00CD6897"/>
    <w:rsid w:val="00CE5BAC"/>
    <w:rsid w:val="00CF25BE"/>
    <w:rsid w:val="00CF4C70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967"/>
    <w:rsid w:val="00DA2114"/>
    <w:rsid w:val="00DE09C0"/>
    <w:rsid w:val="00DE13FF"/>
    <w:rsid w:val="00DE4A14"/>
    <w:rsid w:val="00DF320D"/>
    <w:rsid w:val="00DF71C8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663C4"/>
    <w:rsid w:val="00E73581"/>
    <w:rsid w:val="00E77E88"/>
    <w:rsid w:val="00E8107D"/>
    <w:rsid w:val="00E960BB"/>
    <w:rsid w:val="00EA2074"/>
    <w:rsid w:val="00EA4832"/>
    <w:rsid w:val="00EA4E9D"/>
    <w:rsid w:val="00EA5389"/>
    <w:rsid w:val="00EC4899"/>
    <w:rsid w:val="00ED03AB"/>
    <w:rsid w:val="00ED32D2"/>
    <w:rsid w:val="00EE32DE"/>
    <w:rsid w:val="00EE5457"/>
    <w:rsid w:val="00F03A32"/>
    <w:rsid w:val="00F070AB"/>
    <w:rsid w:val="00F17567"/>
    <w:rsid w:val="00F27A7B"/>
    <w:rsid w:val="00F526AF"/>
    <w:rsid w:val="00F617C3"/>
    <w:rsid w:val="00F7066B"/>
    <w:rsid w:val="00F83B28"/>
    <w:rsid w:val="00F96A3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4ED5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7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E402E-4948-49BF-BD04-ECAA9C39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1185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Renata Świrgoń-Skok</cp:lastModifiedBy>
  <cp:revision>3</cp:revision>
  <cp:lastPrinted>2019-02-06T12:12:00Z</cp:lastPrinted>
  <dcterms:created xsi:type="dcterms:W3CDTF">2023-10-18T05:58:00Z</dcterms:created>
  <dcterms:modified xsi:type="dcterms:W3CDTF">2023-10-18T14:33:00Z</dcterms:modified>
</cp:coreProperties>
</file>